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415284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ESL220-2/Leah Keys Stahl</w:t>
      </w:r>
      <w:r w:rsidRPr="00B05824">
        <w:rPr>
          <w:rFonts w:ascii="Arial" w:hAnsi="Arial" w:cs="Arial"/>
          <w:sz w:val="24"/>
          <w:szCs w:val="24"/>
        </w:rPr>
        <w:t xml:space="preserve"> </w:t>
      </w:r>
    </w:p>
    <w:p w:rsidR="00D94EEF" w:rsidRPr="00D3435D" w:rsidRDefault="00AF41FC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Conversation</w:t>
      </w:r>
      <w:r w:rsidR="00E07D2F">
        <w:rPr>
          <w:rFonts w:ascii="Arial" w:hAnsi="Arial" w:cs="Arial" w:hint="eastAsia"/>
          <w:sz w:val="24"/>
          <w:szCs w:val="24"/>
        </w:rPr>
        <w:t xml:space="preserve"> genre draft 2</w:t>
      </w:r>
    </w:p>
    <w:p w:rsidR="00415284" w:rsidRPr="00D3435D" w:rsidRDefault="00E07D2F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July 2</w:t>
      </w:r>
      <w:r w:rsidR="00D94EEF">
        <w:rPr>
          <w:rFonts w:ascii="Arial" w:hAnsi="Arial" w:cs="Arial" w:hint="eastAsia"/>
          <w:sz w:val="24"/>
          <w:szCs w:val="24"/>
        </w:rPr>
        <w:t>0</w:t>
      </w:r>
      <w:r w:rsidR="00415284" w:rsidRPr="00D3435D">
        <w:rPr>
          <w:rFonts w:ascii="Arial" w:hAnsi="Arial" w:cs="Arial"/>
          <w:sz w:val="24"/>
          <w:szCs w:val="24"/>
        </w:rPr>
        <w:t>, 2011</w:t>
      </w:r>
    </w:p>
    <w:p w:rsidR="00746881" w:rsidRDefault="000A0BB0" w:rsidP="00EB6910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A</w:t>
      </w:r>
      <w:r w:rsidR="00F06E55">
        <w:rPr>
          <w:rFonts w:ascii="Arial" w:hAnsi="Arial" w:cs="Arial" w:hint="eastAsia"/>
          <w:sz w:val="24"/>
          <w:szCs w:val="24"/>
        </w:rPr>
        <w:t xml:space="preserve"> habitual procrastinator</w:t>
      </w:r>
    </w:p>
    <w:p w:rsidR="00AF41FC" w:rsidRPr="00AF41FC" w:rsidRDefault="00AF41FC" w:rsidP="00AF41FC">
      <w:pPr>
        <w:pStyle w:val="a5"/>
        <w:numPr>
          <w:ilvl w:val="0"/>
          <w:numId w:val="1"/>
        </w:numPr>
        <w:spacing w:line="480" w:lineRule="auto"/>
        <w:ind w:firstLineChars="0"/>
        <w:jc w:val="left"/>
        <w:rPr>
          <w:rFonts w:ascii="Arial" w:hAnsi="Arial" w:cs="Arial"/>
          <w:sz w:val="24"/>
          <w:szCs w:val="24"/>
        </w:rPr>
      </w:pPr>
      <w:r w:rsidRPr="00AF41FC">
        <w:rPr>
          <w:rFonts w:ascii="Arial" w:hAnsi="Arial" w:cs="Arial" w:hint="eastAsia"/>
          <w:sz w:val="24"/>
          <w:szCs w:val="24"/>
        </w:rPr>
        <w:t>A phone call from my friend</w:t>
      </w:r>
    </w:p>
    <w:p w:rsidR="00A81ADB" w:rsidRDefault="001016A4" w:rsidP="00AF41FC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 w:rsidRPr="00EB6910">
        <w:rPr>
          <w:rFonts w:ascii="Arial" w:hAnsi="Arial" w:cs="Arial"/>
          <w:sz w:val="24"/>
          <w:szCs w:val="24"/>
        </w:rPr>
        <w:t>Allen: Hi, Bob, let’s go to lab to do homework</w:t>
      </w:r>
      <w:r w:rsidR="00A81ADB">
        <w:rPr>
          <w:rFonts w:ascii="Arial" w:hAnsi="Arial" w:cs="Arial"/>
          <w:sz w:val="24"/>
          <w:szCs w:val="24"/>
        </w:rPr>
        <w:t xml:space="preserve"> now, because there is a lot </w:t>
      </w:r>
    </w:p>
    <w:p w:rsidR="00415284" w:rsidRPr="00EB6910" w:rsidRDefault="00A81ADB" w:rsidP="00A81ADB">
      <w:pPr>
        <w:pStyle w:val="a5"/>
        <w:spacing w:line="480" w:lineRule="auto"/>
        <w:ind w:leftChars="171" w:left="359" w:firstLineChars="100" w:firstLine="24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1016A4" w:rsidRPr="00EB6910">
        <w:rPr>
          <w:rFonts w:ascii="Arial" w:hAnsi="Arial" w:cs="Arial"/>
          <w:sz w:val="24"/>
          <w:szCs w:val="24"/>
        </w:rPr>
        <w:t>homework today</w:t>
      </w:r>
    </w:p>
    <w:p w:rsidR="001016A4" w:rsidRPr="00EB6910" w:rsidRDefault="001016A4" w:rsidP="00EB6910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 w:rsidRPr="00EB6910">
        <w:rPr>
          <w:rFonts w:ascii="Arial" w:hAnsi="Arial" w:cs="Arial"/>
          <w:sz w:val="24"/>
          <w:szCs w:val="24"/>
        </w:rPr>
        <w:t>I: Hold on please, I’m busy now!</w:t>
      </w:r>
    </w:p>
    <w:p w:rsidR="001016A4" w:rsidRPr="00EB6910" w:rsidRDefault="001016A4" w:rsidP="00EB6910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 w:rsidRPr="00EB6910">
        <w:rPr>
          <w:rFonts w:ascii="Arial" w:hAnsi="Arial" w:cs="Arial"/>
          <w:sz w:val="24"/>
          <w:szCs w:val="24"/>
        </w:rPr>
        <w:t>Allen: What? Why you are busy all the time? What are you doing?</w:t>
      </w:r>
    </w:p>
    <w:p w:rsidR="001016A4" w:rsidRPr="00EB6910" w:rsidRDefault="001016A4" w:rsidP="00EB6910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 w:rsidRPr="00EB6910">
        <w:rPr>
          <w:rFonts w:ascii="Arial" w:hAnsi="Arial" w:cs="Arial"/>
          <w:sz w:val="24"/>
          <w:szCs w:val="24"/>
        </w:rPr>
        <w:t xml:space="preserve">I: I’m </w:t>
      </w:r>
      <w:r w:rsidR="00EB6910">
        <w:rPr>
          <w:rFonts w:ascii="Arial" w:hAnsi="Arial" w:cs="Arial" w:hint="eastAsia"/>
          <w:sz w:val="24"/>
          <w:szCs w:val="24"/>
        </w:rPr>
        <w:t>playing video games with my friends</w:t>
      </w:r>
      <w:r w:rsidRPr="00EB6910">
        <w:rPr>
          <w:rFonts w:ascii="Arial" w:hAnsi="Arial" w:cs="Arial"/>
          <w:sz w:val="24"/>
          <w:szCs w:val="24"/>
        </w:rPr>
        <w:t>. I can’t leave at the moment.</w:t>
      </w:r>
    </w:p>
    <w:p w:rsidR="001016A4" w:rsidRPr="00EB6910" w:rsidRDefault="001016A4" w:rsidP="00A81ADB">
      <w:pPr>
        <w:pStyle w:val="a5"/>
        <w:spacing w:line="480" w:lineRule="auto"/>
        <w:ind w:leftChars="171" w:left="599" w:hangingChars="100" w:hanging="240"/>
        <w:rPr>
          <w:rFonts w:ascii="Arial" w:hAnsi="Arial" w:cs="Arial"/>
          <w:sz w:val="24"/>
          <w:szCs w:val="24"/>
        </w:rPr>
      </w:pPr>
      <w:r w:rsidRPr="00EB6910">
        <w:rPr>
          <w:rFonts w:ascii="Arial" w:hAnsi="Arial" w:cs="Arial"/>
          <w:sz w:val="24"/>
          <w:szCs w:val="24"/>
        </w:rPr>
        <w:t>Allen: Come on! It’s 10:00 pm now, and you don’t have so much time to do homework.</w:t>
      </w:r>
    </w:p>
    <w:p w:rsidR="001016A4" w:rsidRDefault="001016A4" w:rsidP="00EB6910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 w:rsidRPr="00EB6910">
        <w:rPr>
          <w:rFonts w:ascii="Arial" w:hAnsi="Arial" w:cs="Arial"/>
          <w:sz w:val="24"/>
          <w:szCs w:val="24"/>
        </w:rPr>
        <w:t>I: Don’t worry, I will finish it later, just hold on.</w:t>
      </w:r>
    </w:p>
    <w:p w:rsidR="00EB6910" w:rsidRDefault="00EB6910" w:rsidP="00EB6910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Allen: Okey,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will go by myself, take care.</w:t>
      </w:r>
    </w:p>
    <w:p w:rsidR="00EB6910" w:rsidRPr="00EB6910" w:rsidRDefault="00EB6910" w:rsidP="00EB6910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I: Thank you, bye!</w:t>
      </w:r>
    </w:p>
    <w:p w:rsidR="00AF41FC" w:rsidRDefault="00AF41FC" w:rsidP="00EB6910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Talking with my teacher before class</w:t>
      </w:r>
    </w:p>
    <w:p w:rsidR="001016A4" w:rsidRDefault="00EB6910" w:rsidP="00AF41FC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I: Oh, Allyssa, here is my homework.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m sorry it is late again.</w:t>
      </w:r>
    </w:p>
    <w:p w:rsidR="00EB6910" w:rsidRDefault="00EB6910" w:rsidP="00A81ADB">
      <w:pPr>
        <w:pStyle w:val="a5"/>
        <w:spacing w:line="480" w:lineRule="auto"/>
        <w:ind w:leftChars="171" w:left="599" w:hangingChars="100" w:hanging="24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Teacher: Bob, you know you have </w:t>
      </w:r>
      <w:r w:rsidR="00A81ADB">
        <w:rPr>
          <w:rFonts w:ascii="Arial" w:hAnsi="Arial" w:cs="Arial"/>
          <w:sz w:val="24"/>
          <w:szCs w:val="24"/>
        </w:rPr>
        <w:t>delayed</w:t>
      </w:r>
      <w:r>
        <w:rPr>
          <w:rFonts w:ascii="Arial" w:hAnsi="Arial" w:cs="Arial" w:hint="eastAsia"/>
          <w:sz w:val="24"/>
          <w:szCs w:val="24"/>
        </w:rPr>
        <w:t xml:space="preserve"> your homework for many times. Why are you always late on homework?</w:t>
      </w:r>
    </w:p>
    <w:p w:rsidR="00EB6910" w:rsidRDefault="00EB6910" w:rsidP="00A81ADB">
      <w:pPr>
        <w:pStyle w:val="a5"/>
        <w:spacing w:line="480" w:lineRule="auto"/>
        <w:ind w:leftChars="171" w:left="599" w:hangingChars="100" w:hanging="24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I: hmmm, sometimes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forgot it and sometimes it was late that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have no time to finish it</w:t>
      </w:r>
    </w:p>
    <w:p w:rsidR="00EB6910" w:rsidRDefault="00A81ADB" w:rsidP="00A81ADB">
      <w:pPr>
        <w:pStyle w:val="a5"/>
        <w:spacing w:line="480" w:lineRule="auto"/>
        <w:ind w:leftChars="171" w:left="599" w:hangingChars="100" w:hanging="24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Teacher: Why </w:t>
      </w:r>
      <w:r>
        <w:rPr>
          <w:rFonts w:ascii="Arial" w:hAnsi="Arial" w:cs="Arial"/>
          <w:sz w:val="24"/>
          <w:szCs w:val="24"/>
        </w:rPr>
        <w:t>don’t</w:t>
      </w:r>
      <w:r>
        <w:rPr>
          <w:rFonts w:ascii="Arial" w:hAnsi="Arial" w:cs="Arial" w:hint="eastAsia"/>
          <w:sz w:val="24"/>
          <w:szCs w:val="24"/>
        </w:rPr>
        <w:t xml:space="preserve"> you finish your homework earlier? You missed the deadline of your homework so you will lose point on it. </w:t>
      </w:r>
    </w:p>
    <w:p w:rsidR="00A81ADB" w:rsidRDefault="00A81ADB" w:rsidP="00EB6910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 xml:space="preserve">I: Yeah,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know,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m so sorry about that.</w:t>
      </w:r>
    </w:p>
    <w:p w:rsidR="00A81ADB" w:rsidRDefault="00A81ADB" w:rsidP="00A81ADB">
      <w:pPr>
        <w:pStyle w:val="a5"/>
        <w:spacing w:line="480" w:lineRule="auto"/>
        <w:ind w:leftChars="171" w:left="599" w:hangingChars="100" w:hanging="24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Teacher: Next time please hand in your homework on time, otherwise you will be in danger of failing your course.</w:t>
      </w:r>
    </w:p>
    <w:p w:rsidR="00A81ADB" w:rsidRDefault="00A81ADB" w:rsidP="00EB6910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I: Yes,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will</w:t>
      </w:r>
      <w:r>
        <w:rPr>
          <w:rFonts w:ascii="Arial" w:hAnsi="Arial" w:cs="Arial"/>
          <w:sz w:val="24"/>
          <w:szCs w:val="24"/>
        </w:rPr>
        <w:t>…</w:t>
      </w:r>
    </w:p>
    <w:p w:rsidR="00AF41FC" w:rsidRDefault="00AF41FC" w:rsidP="00A81ADB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A phone call to apartment agent</w:t>
      </w:r>
    </w:p>
    <w:p w:rsidR="000A0BB0" w:rsidRDefault="001533C9" w:rsidP="00AF41FC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I: Hello, I am Bob Qian, I applied for your apartment</w:t>
      </w:r>
      <w:r w:rsidR="000A0BB0">
        <w:rPr>
          <w:rFonts w:ascii="Arial" w:hAnsi="Arial" w:cs="Arial" w:hint="eastAsia"/>
          <w:sz w:val="24"/>
          <w:szCs w:val="24"/>
        </w:rPr>
        <w:t xml:space="preserve"> one month ago, but still have</w:t>
      </w:r>
    </w:p>
    <w:p w:rsidR="00A81ADB" w:rsidRDefault="000A0BB0" w:rsidP="000A0BB0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 n</w:t>
      </w:r>
      <w:r w:rsidR="001533C9">
        <w:rPr>
          <w:rFonts w:ascii="Arial" w:hAnsi="Arial" w:cs="Arial" w:hint="eastAsia"/>
          <w:sz w:val="24"/>
          <w:szCs w:val="24"/>
        </w:rPr>
        <w:t>ot received any response.</w:t>
      </w:r>
    </w:p>
    <w:p w:rsidR="001533C9" w:rsidRDefault="001533C9" w:rsidP="001533C9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Servers: Ok, let me check it.</w:t>
      </w:r>
    </w:p>
    <w:p w:rsidR="001533C9" w:rsidRDefault="001533C9" w:rsidP="000A0BB0">
      <w:pPr>
        <w:pStyle w:val="a5"/>
        <w:spacing w:line="480" w:lineRule="auto"/>
        <w:ind w:leftChars="171" w:left="599" w:hangingChars="100" w:hanging="24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Servers: We sent you an e-mail 3 days after your application asking for your personal information, have you receive it?</w:t>
      </w:r>
    </w:p>
    <w:p w:rsidR="001533C9" w:rsidRDefault="001533C9" w:rsidP="000A0BB0">
      <w:pPr>
        <w:pStyle w:val="a5"/>
        <w:spacing w:line="480" w:lineRule="auto"/>
        <w:ind w:leftChars="171" w:left="599" w:hangingChars="100" w:hanging="24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I: Oh,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m sorry, when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received the e-mail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considered to do it later. Then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forgot it</w:t>
      </w:r>
      <w:r w:rsidR="000A0BB0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 xml:space="preserve">! What can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do now?</w:t>
      </w:r>
    </w:p>
    <w:p w:rsidR="001533C9" w:rsidRDefault="001533C9" w:rsidP="000A0BB0">
      <w:pPr>
        <w:pStyle w:val="a5"/>
        <w:spacing w:line="480" w:lineRule="auto"/>
        <w:ind w:leftChars="171" w:left="599" w:hangingChars="100" w:hanging="24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Servers: You have missed the deadline of </w:t>
      </w:r>
      <w:r w:rsidR="00F06E55">
        <w:rPr>
          <w:rFonts w:ascii="Arial" w:hAnsi="Arial" w:cs="Arial" w:hint="eastAsia"/>
          <w:sz w:val="24"/>
          <w:szCs w:val="24"/>
        </w:rPr>
        <w:t>your application, so you have to make a new application which costs you 5 dollars.</w:t>
      </w:r>
    </w:p>
    <w:p w:rsidR="00F06E55" w:rsidRPr="001533C9" w:rsidRDefault="00F06E55" w:rsidP="001533C9">
      <w:pPr>
        <w:pStyle w:val="a5"/>
        <w:spacing w:line="480" w:lineRule="auto"/>
        <w:ind w:left="360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I: Oh my god</w:t>
      </w:r>
    </w:p>
    <w:sectPr w:rsidR="00F06E55" w:rsidRPr="001533C9" w:rsidSect="00415284">
      <w:pgSz w:w="11906" w:h="16838"/>
      <w:pgMar w:top="127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B62" w:rsidRDefault="00D85B62" w:rsidP="00415284">
      <w:r>
        <w:separator/>
      </w:r>
    </w:p>
  </w:endnote>
  <w:endnote w:type="continuationSeparator" w:id="1">
    <w:p w:rsidR="00D85B62" w:rsidRDefault="00D85B62" w:rsidP="0041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B62" w:rsidRDefault="00D85B62" w:rsidP="00415284">
      <w:r>
        <w:separator/>
      </w:r>
    </w:p>
  </w:footnote>
  <w:footnote w:type="continuationSeparator" w:id="1">
    <w:p w:rsidR="00D85B62" w:rsidRDefault="00D85B62" w:rsidP="004152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2684"/>
    <w:multiLevelType w:val="hybridMultilevel"/>
    <w:tmpl w:val="A2008BEC"/>
    <w:lvl w:ilvl="0" w:tplc="11FAF7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1E04"/>
    <w:rsid w:val="000A0BB0"/>
    <w:rsid w:val="001016A4"/>
    <w:rsid w:val="001359D9"/>
    <w:rsid w:val="001533C9"/>
    <w:rsid w:val="002910EE"/>
    <w:rsid w:val="00415284"/>
    <w:rsid w:val="0072721C"/>
    <w:rsid w:val="00746881"/>
    <w:rsid w:val="007C745E"/>
    <w:rsid w:val="009251EF"/>
    <w:rsid w:val="00A81ADB"/>
    <w:rsid w:val="00AF41FC"/>
    <w:rsid w:val="00B426AB"/>
    <w:rsid w:val="00CF1F12"/>
    <w:rsid w:val="00D85B62"/>
    <w:rsid w:val="00D94EEF"/>
    <w:rsid w:val="00E07D2F"/>
    <w:rsid w:val="00EB6910"/>
    <w:rsid w:val="00F06E55"/>
    <w:rsid w:val="00FA1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52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5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5284"/>
    <w:rPr>
      <w:sz w:val="18"/>
      <w:szCs w:val="18"/>
    </w:rPr>
  </w:style>
  <w:style w:type="paragraph" w:styleId="a5">
    <w:name w:val="List Paragraph"/>
    <w:basedOn w:val="a"/>
    <w:uiPriority w:val="34"/>
    <w:qFormat/>
    <w:rsid w:val="001016A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模板1.dotx</Template>
  <TotalTime>4</TotalTime>
  <Pages>2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2011-07-20T23:19:00Z</dcterms:created>
  <dcterms:modified xsi:type="dcterms:W3CDTF">2011-07-20T23:32:00Z</dcterms:modified>
</cp:coreProperties>
</file>